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6F" w:rsidRDefault="005A5990" w:rsidP="005A5990">
      <w:pPr>
        <w:keepNext/>
      </w:pPr>
      <w:bookmarkStart w:id="0" w:name="_GoBack"/>
      <w:bookmarkEnd w:id="0"/>
      <w:r>
        <w:t>RM-06111-223-23</w:t>
      </w:r>
    </w:p>
    <w:p w:rsidR="005A5990" w:rsidRPr="005A5990" w:rsidRDefault="005A5990" w:rsidP="005A5990">
      <w:pPr>
        <w:pStyle w:val="OZNRODZAKTUtznustawalubrozporzdzenieiorganwydajcy"/>
      </w:pPr>
      <w:r>
        <w:t>Uchwała nr 208</w:t>
      </w:r>
      <w:r w:rsidRPr="005A5990">
        <w:t>/2023</w:t>
      </w:r>
    </w:p>
    <w:p w:rsidR="005A5990" w:rsidRPr="005A5990" w:rsidRDefault="005A5990" w:rsidP="005A5990">
      <w:pPr>
        <w:pStyle w:val="OZNRODZAKTUtznustawalubrozporzdzenieiorganwydajcy"/>
      </w:pPr>
      <w:r w:rsidRPr="005A5990">
        <w:t>Rady Ministrów</w:t>
      </w:r>
    </w:p>
    <w:p w:rsidR="005A5990" w:rsidRPr="005A5990" w:rsidRDefault="005A5990" w:rsidP="005A5990">
      <w:pPr>
        <w:pStyle w:val="DATAAKTUdatauchwalenialubwydaniaaktu"/>
      </w:pPr>
      <w:r>
        <w:t xml:space="preserve">z dnia 7 listopada </w:t>
      </w:r>
      <w:r w:rsidRPr="005A5990">
        <w:t>2023 r.</w:t>
      </w:r>
    </w:p>
    <w:p w:rsidR="005A5990" w:rsidRPr="005A5990" w:rsidRDefault="005A5990" w:rsidP="005A5990">
      <w:pPr>
        <w:pStyle w:val="TYTUAKTUprzedmiotregulacjiustawylubrozporzdzenia"/>
      </w:pPr>
      <w:r w:rsidRPr="005A5990">
        <w:t xml:space="preserve">w sprawie ustanowienia programu wieloletniego </w:t>
      </w:r>
      <w:r>
        <w:t>„</w:t>
      </w:r>
      <w:r w:rsidRPr="005A5990">
        <w:t>Rządowy program wsparcia zadań zarządców infrastruktury kolejowej, w tym w zakresie utrzymania i remontów, do 2028 roku</w:t>
      </w:r>
      <w:r>
        <w:t>”</w:t>
      </w:r>
    </w:p>
    <w:p w:rsidR="005A5990" w:rsidRPr="005A5990" w:rsidRDefault="005A5990" w:rsidP="005A5990">
      <w:pPr>
        <w:pStyle w:val="NIEARTTEKSTtekstnieartykuowanynppodstprawnarozplubpreambua"/>
      </w:pPr>
      <w:r w:rsidRPr="005A5990">
        <w:t>Na podstawie art. 136 ust. 2 ustawy z dnia 27 sierpnia 2009 r. o finansach publicznych (Dz. U. z 2023 r. poz. 1270, z późn. zm.</w:t>
      </w:r>
      <w:r w:rsidRPr="005A5990">
        <w:rPr>
          <w:rStyle w:val="IGindeksgrny"/>
        </w:rPr>
        <w:footnoteReference w:id="1"/>
      </w:r>
      <w:r w:rsidRPr="005A5990">
        <w:rPr>
          <w:rStyle w:val="IGindeksgrny"/>
        </w:rPr>
        <w:t>)</w:t>
      </w:r>
      <w:r w:rsidRPr="005A5990">
        <w:t>) Rada Ministrów uchwala, co następuje: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1.</w:t>
      </w:r>
      <w:r>
        <w:t> </w:t>
      </w:r>
      <w:r w:rsidRPr="005A5990">
        <w:t xml:space="preserve">1. Ustanawia się program wieloletni </w:t>
      </w:r>
      <w:r>
        <w:t>„</w:t>
      </w:r>
      <w:r w:rsidRPr="005A5990">
        <w:t>Rządowy program wsparcia zadań zarządców infrastruktury kolejowej, w tym w zakresie utrzymania i remontów, do 2028 roku</w:t>
      </w:r>
      <w:r>
        <w:t>”</w:t>
      </w:r>
      <w:r w:rsidRPr="005A5990">
        <w:t xml:space="preserve">, zwany dalej </w:t>
      </w:r>
      <w:r>
        <w:t>„</w:t>
      </w:r>
      <w:r w:rsidRPr="005A5990">
        <w:t>Programem</w:t>
      </w:r>
      <w:r>
        <w:t>”</w:t>
      </w:r>
      <w:r w:rsidRPr="005A5990">
        <w:t>.</w:t>
      </w:r>
    </w:p>
    <w:p w:rsidR="005A5990" w:rsidRPr="005A5990" w:rsidRDefault="005A5990" w:rsidP="005A5990">
      <w:pPr>
        <w:pStyle w:val="USTustnpkodeksu"/>
      </w:pPr>
      <w:r w:rsidRPr="005A5990">
        <w:t>2. Program stanowi załącznik do uchwały.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2.</w:t>
      </w:r>
      <w:r>
        <w:t> </w:t>
      </w:r>
      <w:r w:rsidRPr="005A5990">
        <w:t>l. Wykonawcą Programu jest minister właściwy do spraw transportu.</w:t>
      </w:r>
    </w:p>
    <w:p w:rsidR="005A5990" w:rsidRPr="005A5990" w:rsidRDefault="005A5990" w:rsidP="005A5990">
      <w:pPr>
        <w:pStyle w:val="USTustnpkodeksu"/>
      </w:pPr>
      <w:r w:rsidRPr="005A5990">
        <w:t>2. W terminie do dnia 31 marca każdego roku minister właściwy do spraw transportu składa Radzie Ministrów sprawozdanie z realizacji Programu za rok poprzedni.</w:t>
      </w:r>
    </w:p>
    <w:p w:rsidR="005A5990" w:rsidRPr="005A5990" w:rsidRDefault="005A5990" w:rsidP="005A5990">
      <w:pPr>
        <w:pStyle w:val="USTustnpkodeksu"/>
      </w:pPr>
      <w:r w:rsidRPr="005A5990">
        <w:t>3. W terminie do dnia 31 maja 2029 r. minister właściwy do spraw transportu przedłoży Radzie Ministrów raport końcowy z realizacji Programu.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3.</w:t>
      </w:r>
      <w:r w:rsidRPr="005A5990">
        <w:t xml:space="preserve"> Umowa na realizację Programu, o której mowa w art. 38a ust. 5 ustawy z dnia 28 marca 2003 r. o transporcie kolejowym (Dz. U. z 2023 r. poz. 1786, 1720 i 2029), jest wypełnieniem zobowiązania państwa członkowskiego wynikającego z art. 30 oraz załączników II i V dyrektywy Parlamentu Europejskiego i Rady 2012/34/U</w:t>
      </w:r>
      <w:r w:rsidR="00E464D5">
        <w:t xml:space="preserve">E z dnia 2l </w:t>
      </w:r>
      <w:r w:rsidR="00257193">
        <w:t>listopada 2012 r. w </w:t>
      </w:r>
      <w:r w:rsidRPr="005A5990">
        <w:t xml:space="preserve">sprawie utworzenia jednolitego europejskiego obszaru </w:t>
      </w:r>
      <w:r w:rsidR="00257193">
        <w:t>kolejowego (Dz. Urz. UE L 343 z </w:t>
      </w:r>
      <w:r w:rsidRPr="005A5990">
        <w:t>14.12.2012, str. 32, z późn. zm.</w:t>
      </w:r>
      <w:r w:rsidRPr="005A5990">
        <w:rPr>
          <w:rStyle w:val="IGindeksgrny"/>
        </w:rPr>
        <w:footnoteReference w:id="2"/>
      </w:r>
      <w:r w:rsidRPr="005A5990">
        <w:rPr>
          <w:rStyle w:val="IGindeksgrny"/>
        </w:rPr>
        <w:t>)</w:t>
      </w:r>
      <w:r w:rsidRPr="005A5990">
        <w:t>).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4</w:t>
      </w:r>
      <w:r>
        <w:rPr>
          <w:rStyle w:val="Ppogrubienie"/>
        </w:rPr>
        <w:t>.</w:t>
      </w:r>
      <w:r w:rsidR="00E75C85">
        <w:rPr>
          <w:rStyle w:val="Ppogrubienie"/>
          <w:b w:val="0"/>
        </w:rPr>
        <w:t> </w:t>
      </w:r>
      <w:r w:rsidR="00E75C85" w:rsidRPr="00E75C85">
        <w:rPr>
          <w:rStyle w:val="Ppogrubienie"/>
          <w:b w:val="0"/>
        </w:rPr>
        <w:t>1</w:t>
      </w:r>
      <w:r w:rsidRPr="00E464D5">
        <w:rPr>
          <w:rStyle w:val="Ppogrubienie"/>
          <w:b w:val="0"/>
        </w:rPr>
        <w:t>.</w:t>
      </w:r>
      <w:r w:rsidRPr="005A5990">
        <w:t xml:space="preserve"> Program jest finansowany ze środków budżetu państwa oraz Funduszu Kolejowego.</w:t>
      </w:r>
    </w:p>
    <w:p w:rsidR="005A5990" w:rsidRPr="005A5990" w:rsidRDefault="005A5990" w:rsidP="005A5990">
      <w:pPr>
        <w:pStyle w:val="USTustnpkodeksu"/>
      </w:pPr>
      <w:r w:rsidRPr="005A5990">
        <w:lastRenderedPageBreak/>
        <w:t>2. Ustanawia się łączny limit środków publicznych na realizację Programu w okresie od dnia 1 stycznia 2024 r. do dnia 31 grudnia 2028 r. w wys</w:t>
      </w:r>
      <w:r w:rsidR="00E464D5">
        <w:t>okości 49 216,5 mln </w:t>
      </w:r>
      <w:r w:rsidR="00257193">
        <w:t>zł, w tym z </w:t>
      </w:r>
      <w:r w:rsidR="00E464D5">
        <w:t>budżetu państwa w wysokości 44 005,4 </w:t>
      </w:r>
      <w:r w:rsidRPr="005A5990">
        <w:t>m</w:t>
      </w:r>
      <w:r w:rsidR="00E464D5">
        <w:t>ln </w:t>
      </w:r>
      <w:r w:rsidRPr="005A5990">
        <w:t>zł.</w:t>
      </w:r>
    </w:p>
    <w:p w:rsidR="005A5990" w:rsidRDefault="005A5990" w:rsidP="005A5990">
      <w:pPr>
        <w:pStyle w:val="ARTartustawynprozporzdzenia"/>
      </w:pPr>
      <w:r w:rsidRPr="005A5990">
        <w:rPr>
          <w:rStyle w:val="Pogrubienie"/>
        </w:rPr>
        <w:t>§</w:t>
      </w:r>
      <w:r>
        <w:rPr>
          <w:rStyle w:val="Pogrubienie"/>
        </w:rPr>
        <w:t> </w:t>
      </w:r>
      <w:r w:rsidRPr="005A5990">
        <w:rPr>
          <w:rStyle w:val="Pogrubienie"/>
        </w:rPr>
        <w:t>5.</w:t>
      </w:r>
      <w:r w:rsidRPr="005A5990">
        <w:t xml:space="preserve"> Uchwała wchodzi w życie z dniem 1 stycznia 2024 r.</w:t>
      </w:r>
    </w:p>
    <w:p w:rsidR="005A5990" w:rsidRPr="005A5990" w:rsidRDefault="005A5990" w:rsidP="005A5990"/>
    <w:p w:rsidR="005A5990" w:rsidRDefault="005A5990" w:rsidP="005A5990">
      <w:pPr>
        <w:pStyle w:val="NAZORGWYDnazwaorganuwydajcegoprojektowanyakt"/>
      </w:pPr>
      <w:r w:rsidRPr="005A5990">
        <w:t>Prezes Rady Ministrów</w:t>
      </w:r>
    </w:p>
    <w:p w:rsidR="005A5990" w:rsidRDefault="005A5990" w:rsidP="005A5990">
      <w:pPr>
        <w:pStyle w:val="NAZORGWYDnazwaorganuwydajcegoprojektowanyakt"/>
      </w:pPr>
      <w:r>
        <w:t>mateusz morawiecki</w:t>
      </w:r>
    </w:p>
    <w:p w:rsidR="005A5990" w:rsidRPr="005A5990" w:rsidRDefault="005A5990" w:rsidP="00257193">
      <w:pPr>
        <w:pStyle w:val="OZNPARAFYADNOTACJE"/>
        <w:ind w:left="4536" w:firstLine="0"/>
      </w:pPr>
      <w:r w:rsidRPr="005A5990">
        <w:t>/podpisano kwalifikowanym podpisem elektronicznym/</w:t>
      </w:r>
    </w:p>
    <w:sectPr w:rsidR="005A5990" w:rsidRPr="005A5990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671" w:rsidRDefault="00AA0671">
      <w:r>
        <w:separator/>
      </w:r>
    </w:p>
  </w:endnote>
  <w:endnote w:type="continuationSeparator" w:id="0">
    <w:p w:rsidR="00AA0671" w:rsidRDefault="00AA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671" w:rsidRDefault="00AA0671">
      <w:r>
        <w:separator/>
      </w:r>
    </w:p>
  </w:footnote>
  <w:footnote w:type="continuationSeparator" w:id="0">
    <w:p w:rsidR="00AA0671" w:rsidRDefault="00AA0671">
      <w:r>
        <w:continuationSeparator/>
      </w:r>
    </w:p>
  </w:footnote>
  <w:footnote w:id="1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tekstu jednolitego wymienionej ustawy zostały ogłoszone w Dz. U. z 2023 r. poz. 1273, 1407, 1429, 1641, 1693 i 1872.</w:t>
      </w:r>
    </w:p>
  </w:footnote>
  <w:footnote w:id="2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wymienionej dyrektywy zostały ogłoszone w Dz. Urz. UE L 67 z 12.</w:t>
      </w:r>
      <w:r w:rsidR="00257193">
        <w:t>03.2015, str. 32, Dz. Urz. UE L </w:t>
      </w:r>
      <w:r>
        <w:t>159 z 16.06.2016, str. 23, Dz. Urz. UE L 352 z 23.12.2016, str. 1 oraz Dz. U</w:t>
      </w:r>
      <w:r w:rsidR="00257193">
        <w:t>rz. UE L 295 z 14.11.2017, str. </w:t>
      </w:r>
      <w:r>
        <w:t>69.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5635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99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6350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0B83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3F70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57193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07DD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5990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B00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0148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0671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23CA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E7B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22E8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3DD1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464D5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C85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261E2C-657D-45DE-8D80-8D9D6B8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0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uiPriority="0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Pogrubienie">
    <w:name w:val="Strong"/>
    <w:basedOn w:val="Domylnaczcionkaakapitu"/>
    <w:qFormat/>
    <w:rsid w:val="005A5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ankow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493C79-279E-4165-A455-170F675D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Autor</dc:creator>
  <cp:lastModifiedBy>Sitnicki Arkadiusz</cp:lastModifiedBy>
  <cp:revision>2</cp:revision>
  <cp:lastPrinted>2012-04-23T06:39:00Z</cp:lastPrinted>
  <dcterms:created xsi:type="dcterms:W3CDTF">2023-11-30T15:44:00Z</dcterms:created>
  <dcterms:modified xsi:type="dcterms:W3CDTF">2023-11-30T15:44:00Z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